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206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E07645" w14:textId="1FFE6255" w:rsidR="0085747A" w:rsidRDefault="0071620A" w:rsidP="00D0165A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763D23">
        <w:rPr>
          <w:rFonts w:ascii="Corbel" w:hAnsi="Corbel"/>
          <w:b/>
          <w:i/>
          <w:smallCaps/>
          <w:sz w:val="24"/>
          <w:szCs w:val="24"/>
        </w:rPr>
        <w:t xml:space="preserve">2020-2023 </w:t>
      </w:r>
    </w:p>
    <w:p w14:paraId="1F262217" w14:textId="7D9E16D2" w:rsidR="00445970" w:rsidRPr="00EA4832" w:rsidRDefault="00445970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2C0154">
        <w:rPr>
          <w:rFonts w:ascii="Corbel" w:hAnsi="Corbel"/>
          <w:sz w:val="20"/>
          <w:szCs w:val="20"/>
        </w:rPr>
        <w:t>1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2C0154">
        <w:rPr>
          <w:rFonts w:ascii="Corbel" w:hAnsi="Corbel"/>
          <w:sz w:val="20"/>
          <w:szCs w:val="20"/>
        </w:rPr>
        <w:t>2</w:t>
      </w:r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  <w:proofErr w:type="spellEnd"/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0420EAC7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7FEE1C8C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2280002E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2393A42D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pojęcia z dziedziny finansów, bankowości 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Definiuje i wymienia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bookmarkStart w:id="2" w:name="_GoBack"/>
            <w:bookmarkEnd w:id="2"/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rządkuje i porównuje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lastRenderedPageBreak/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D653D2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D653D2">
        <w:rPr>
          <w:rFonts w:ascii="Corbel" w:hAnsi="Corbel"/>
          <w:b w:val="0"/>
          <w:bCs/>
          <w:smallCaps w:val="0"/>
          <w:szCs w:val="24"/>
        </w:rPr>
        <w:t>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ED03651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6E6A0662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9663F4B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F38138" w14:textId="629720F9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0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w ograniczaniu niedoskonałości rynków finansowych,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A., Alternatywne finanse,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w Europie sposobem na pobudzenie przedsiębiorczości i walkę z wykluczeniem społecznym, B. Mikołajczyk, A. Kurczewska (red.),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Adamek J.,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islamskie – założenia, produkty, praktyka,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FB922" w14:textId="77777777" w:rsidR="005049B5" w:rsidRDefault="005049B5" w:rsidP="00C16ABF">
      <w:pPr>
        <w:spacing w:after="0" w:line="240" w:lineRule="auto"/>
      </w:pPr>
      <w:r>
        <w:separator/>
      </w:r>
    </w:p>
  </w:endnote>
  <w:endnote w:type="continuationSeparator" w:id="0">
    <w:p w14:paraId="29ED3238" w14:textId="77777777" w:rsidR="005049B5" w:rsidRDefault="005049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2B39C" w14:textId="77777777" w:rsidR="005049B5" w:rsidRDefault="005049B5" w:rsidP="00C16ABF">
      <w:pPr>
        <w:spacing w:after="0" w:line="240" w:lineRule="auto"/>
      </w:pPr>
      <w:r>
        <w:separator/>
      </w:r>
    </w:p>
  </w:footnote>
  <w:footnote w:type="continuationSeparator" w:id="0">
    <w:p w14:paraId="305E518E" w14:textId="77777777" w:rsidR="005049B5" w:rsidRDefault="005049B5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DD"/>
    <w:rsid w:val="00015B8F"/>
    <w:rsid w:val="00022ECE"/>
    <w:rsid w:val="00042A51"/>
    <w:rsid w:val="00042D2E"/>
    <w:rsid w:val="00044C82"/>
    <w:rsid w:val="000553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F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389"/>
    <w:rsid w:val="00696477"/>
    <w:rsid w:val="006D050F"/>
    <w:rsid w:val="006D6139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2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50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C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6B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9B1CDB-E6CB-4224-8EEF-9A43DC3CD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7440FE-8654-4135-AD39-224315A86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2020-10-22T20:04:00Z</dcterms:created>
  <dcterms:modified xsi:type="dcterms:W3CDTF">2021-02-01T13:42:00Z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